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9A" w:rsidRDefault="001B619A" w:rsidP="00661511">
      <w:pPr>
        <w:pStyle w:val="Title"/>
        <w:spacing w:after="280"/>
        <w:jc w:val="left"/>
        <w:rPr>
          <w:rFonts w:ascii="Garamond" w:hAnsi="Garamond"/>
          <w:color w:val="auto"/>
          <w:sz w:val="46"/>
        </w:rPr>
      </w:pPr>
      <w:r>
        <w:t>CSR Learning Log</w:t>
      </w:r>
      <w:r>
        <w:rPr>
          <w:rFonts w:ascii="Candara" w:hAnsi="Candara"/>
        </w:rPr>
        <w:t xml:space="preserve">  </w:t>
      </w:r>
      <w:r w:rsidRPr="003655A6">
        <w:rPr>
          <w:rFonts w:ascii="Garamond" w:hAnsi="Garamond"/>
          <w:color w:val="auto"/>
          <w:sz w:val="46"/>
        </w:rPr>
        <w:t>for Informational Tex</w:t>
      </w:r>
      <w:r>
        <w:rPr>
          <w:rFonts w:ascii="Garamond" w:hAnsi="Garamond"/>
          <w:color w:val="auto"/>
          <w:sz w:val="46"/>
        </w:rPr>
        <w:t>t</w:t>
      </w:r>
    </w:p>
    <w:p w:rsidR="001B619A" w:rsidRDefault="001B619A" w:rsidP="00661511">
      <w:pPr>
        <w:pStyle w:val="Title"/>
        <w:spacing w:after="400"/>
        <w:ind w:left="360"/>
        <w:jc w:val="left"/>
        <w:rPr>
          <w:rFonts w:ascii="Garamond" w:hAnsi="Garamond"/>
          <w:color w:val="auto"/>
          <w:sz w:val="28"/>
        </w:rPr>
      </w:pPr>
      <w:r w:rsidRPr="003655A6">
        <w:rPr>
          <w:rFonts w:ascii="Garamond" w:hAnsi="Garamond"/>
          <w:b/>
          <w:color w:val="auto"/>
          <w:sz w:val="28"/>
        </w:rPr>
        <w:t>Name</w:t>
      </w:r>
      <w:r>
        <w:rPr>
          <w:rFonts w:ascii="Garamond" w:hAnsi="Garamond"/>
          <w:color w:val="auto"/>
          <w:sz w:val="28"/>
        </w:rPr>
        <w:t xml:space="preserve"> </w:t>
      </w:r>
      <w:r w:rsidRPr="003655A6">
        <w:rPr>
          <w:rFonts w:ascii="Garamond" w:hAnsi="Garamond"/>
          <w:color w:val="auto"/>
          <w:sz w:val="28"/>
        </w:rPr>
        <w:t>_________________________</w:t>
      </w:r>
      <w:r>
        <w:rPr>
          <w:rFonts w:ascii="Garamond" w:hAnsi="Garamond"/>
          <w:color w:val="auto"/>
          <w:sz w:val="28"/>
        </w:rPr>
        <w:t xml:space="preserve">___________  </w:t>
      </w:r>
      <w:r w:rsidRPr="003655A6">
        <w:rPr>
          <w:rFonts w:ascii="Garamond" w:hAnsi="Garamond"/>
          <w:b/>
          <w:color w:val="auto"/>
          <w:sz w:val="28"/>
        </w:rPr>
        <w:t>Date</w:t>
      </w:r>
      <w:r>
        <w:rPr>
          <w:rFonts w:ascii="Garamond" w:hAnsi="Garamond"/>
          <w:color w:val="auto"/>
          <w:sz w:val="28"/>
        </w:rPr>
        <w:t xml:space="preserve"> __________________________</w:t>
      </w:r>
    </w:p>
    <w:p w:rsidR="001B619A" w:rsidRDefault="001B619A" w:rsidP="00661511">
      <w:pPr>
        <w:pStyle w:val="Title"/>
        <w:spacing w:after="450"/>
        <w:ind w:left="360"/>
        <w:jc w:val="left"/>
        <w:rPr>
          <w:rFonts w:ascii="Garamond" w:hAnsi="Garamond"/>
          <w:color w:val="auto"/>
          <w:sz w:val="28"/>
        </w:rPr>
      </w:pPr>
      <w:r w:rsidRPr="003655A6">
        <w:rPr>
          <w:rFonts w:ascii="Garamond" w:hAnsi="Garamond"/>
          <w:b/>
          <w:color w:val="auto"/>
          <w:sz w:val="28"/>
        </w:rPr>
        <w:t>Today’s Topic</w:t>
      </w:r>
      <w:r>
        <w:rPr>
          <w:rFonts w:ascii="Garamond" w:hAnsi="Garamond"/>
          <w:color w:val="auto"/>
          <w:sz w:val="28"/>
        </w:rPr>
        <w:t xml:space="preserve"> _____________________________________________________________</w:t>
      </w:r>
    </w:p>
    <w:tbl>
      <w:tblPr>
        <w:tblW w:w="0" w:type="auto"/>
        <w:tblLook w:val="00BF"/>
      </w:tblPr>
      <w:tblGrid>
        <w:gridCol w:w="11016"/>
      </w:tblGrid>
      <w:tr w:rsidR="001B619A" w:rsidRPr="00F23517" w:rsidTr="00F23517">
        <w:trPr>
          <w:trHeight w:hRule="exact" w:val="432"/>
        </w:trPr>
        <w:tc>
          <w:tcPr>
            <w:tcW w:w="2880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1B619A" w:rsidRPr="00F23517" w:rsidRDefault="001B619A" w:rsidP="007B698D">
            <w:pPr>
              <w:pStyle w:val="SectionHead-Table"/>
              <w:rPr>
                <w:color w:val="FFFFFF"/>
              </w:rPr>
            </w:pPr>
            <w:r w:rsidRPr="00F23517">
              <w:rPr>
                <w:color w:val="FFFFFF"/>
              </w:rPr>
              <w:t>BEFORE READING: Preview</w:t>
            </w:r>
          </w:p>
        </w:tc>
      </w:tr>
      <w:tr w:rsidR="001B619A" w:rsidRPr="00F23517" w:rsidTr="00F23517">
        <w:tc>
          <w:tcPr>
            <w:tcW w:w="11016" w:type="dxa"/>
          </w:tcPr>
          <w:p w:rsidR="001B619A" w:rsidRPr="00F23517" w:rsidRDefault="001B619A" w:rsidP="00F23517">
            <w:pPr>
              <w:pStyle w:val="Title"/>
              <w:spacing w:before="240" w:after="1000"/>
              <w:ind w:left="72"/>
              <w:jc w:val="left"/>
              <w:rPr>
                <w:rStyle w:val="GaramondBody"/>
                <w:rFonts w:cs="Times New Roman"/>
                <w:szCs w:val="24"/>
              </w:rPr>
            </w:pPr>
            <w:r w:rsidRPr="00F23517">
              <w:rPr>
                <w:rStyle w:val="FrizBoldLead-in"/>
              </w:rPr>
              <w:t>Brainstorm:</w:t>
            </w:r>
            <w:r w:rsidRPr="00F23517">
              <w:rPr>
                <w:rFonts w:ascii="Candara" w:hAnsi="Candara"/>
                <w:sz w:val="28"/>
              </w:rPr>
              <w:t xml:space="preserve"> </w:t>
            </w:r>
            <w:r w:rsidRPr="00F23517">
              <w:rPr>
                <w:rStyle w:val="GaramondBody"/>
              </w:rPr>
              <w:t>Connections to prior knowledge</w:t>
            </w:r>
          </w:p>
          <w:p w:rsidR="001B619A" w:rsidRPr="00F23517" w:rsidRDefault="001B619A" w:rsidP="00F23517">
            <w:pPr>
              <w:pStyle w:val="Title"/>
              <w:spacing w:after="1000"/>
              <w:ind w:left="72"/>
              <w:jc w:val="left"/>
              <w:rPr>
                <w:rFonts w:ascii="Garamond" w:hAnsi="Garamond"/>
                <w:color w:val="auto"/>
                <w:sz w:val="28"/>
              </w:rPr>
            </w:pPr>
            <w:r w:rsidRPr="00F23517">
              <w:rPr>
                <w:rStyle w:val="FrizBoldLead-in"/>
              </w:rPr>
              <w:t>Predict:</w:t>
            </w:r>
            <w:r w:rsidRPr="00F23517">
              <w:rPr>
                <w:rStyle w:val="GaramondBody"/>
              </w:rPr>
              <w:t xml:space="preserve"> What I might learn about the topic</w:t>
            </w:r>
          </w:p>
        </w:tc>
      </w:tr>
      <w:tr w:rsidR="001B619A" w:rsidRPr="00F23517" w:rsidTr="00F23517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1B619A" w:rsidRPr="00F23517" w:rsidRDefault="001B619A" w:rsidP="007B698D">
            <w:pPr>
              <w:pStyle w:val="SectionHead-Table"/>
              <w:rPr>
                <w:color w:val="FFFFFF"/>
              </w:rPr>
            </w:pPr>
            <w:r w:rsidRPr="00F23517">
              <w:rPr>
                <w:color w:val="FFFFFF"/>
              </w:rPr>
              <w:t>DURING READING: Section 1</w:t>
            </w:r>
          </w:p>
        </w:tc>
      </w:tr>
      <w:tr w:rsidR="001B619A" w:rsidRPr="00F23517" w:rsidTr="00F23517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1B619A" w:rsidRPr="00F23517" w:rsidTr="00F23517">
              <w:tc>
                <w:tcPr>
                  <w:tcW w:w="8730" w:type="dxa"/>
                </w:tcPr>
                <w:p w:rsidR="001B619A" w:rsidRPr="00F23517" w:rsidRDefault="001B619A" w:rsidP="00F23517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F23517">
                    <w:rPr>
                      <w:rStyle w:val="FrizBoldLead-in"/>
                    </w:rPr>
                    <w:t>Clunks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  <w:r w:rsidRPr="00F23517">
                    <w:rPr>
                      <w:rStyle w:val="FrizBoldLead-in"/>
                    </w:rPr>
                    <w:t>Gist:</w:t>
                  </w: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1B619A" w:rsidRPr="00F23517" w:rsidRDefault="001B619A" w:rsidP="00F23517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F23517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1B619A" w:rsidRPr="00F23517" w:rsidRDefault="001B619A" w:rsidP="00F23517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  <w:p w:rsidR="001B619A" w:rsidRPr="00F23517" w:rsidRDefault="001B619A" w:rsidP="00F23517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  <w:p w:rsidR="001B619A" w:rsidRPr="00F23517" w:rsidRDefault="001B619A" w:rsidP="00F23517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1B619A" w:rsidRPr="00F23517" w:rsidRDefault="001B619A" w:rsidP="00F23517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1B619A" w:rsidRPr="00F23517" w:rsidTr="00F23517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1B619A" w:rsidRPr="00F23517" w:rsidRDefault="001B619A" w:rsidP="007B698D">
            <w:pPr>
              <w:pStyle w:val="SectionHead-Table"/>
              <w:rPr>
                <w:color w:val="FFFFFF"/>
              </w:rPr>
            </w:pPr>
            <w:r w:rsidRPr="00F23517">
              <w:rPr>
                <w:color w:val="FFFFFF"/>
              </w:rPr>
              <w:t>DURING READING: Section 2</w:t>
            </w:r>
          </w:p>
        </w:tc>
      </w:tr>
      <w:tr w:rsidR="001B619A" w:rsidRPr="00F23517" w:rsidTr="00F23517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47"/>
              <w:gridCol w:w="2138"/>
            </w:tblGrid>
            <w:tr w:rsidR="001B619A" w:rsidRPr="00F23517" w:rsidTr="00F23517">
              <w:tc>
                <w:tcPr>
                  <w:tcW w:w="8647" w:type="dxa"/>
                </w:tcPr>
                <w:p w:rsidR="001B619A" w:rsidRPr="00F23517" w:rsidRDefault="001B619A" w:rsidP="00F23517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F23517">
                    <w:rPr>
                      <w:rStyle w:val="FrizBoldLead-in"/>
                    </w:rPr>
                    <w:t>Clunks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  <w:r w:rsidRPr="00F23517">
                    <w:rPr>
                      <w:rStyle w:val="FrizBoldLead-in"/>
                    </w:rPr>
                    <w:t>Gist:</w:t>
                  </w: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1B619A" w:rsidRPr="00F23517" w:rsidRDefault="001B619A" w:rsidP="00F23517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F23517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1B619A" w:rsidRPr="00F23517" w:rsidRDefault="001B619A" w:rsidP="00F23517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  <w:p w:rsidR="001B619A" w:rsidRPr="00F23517" w:rsidRDefault="001B619A" w:rsidP="00F23517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  <w:p w:rsidR="001B619A" w:rsidRPr="00F23517" w:rsidRDefault="001B619A" w:rsidP="00F23517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1B619A" w:rsidRPr="00F23517" w:rsidRDefault="001B619A" w:rsidP="00F23517">
            <w:pPr>
              <w:pStyle w:val="Title"/>
              <w:spacing w:after="450"/>
              <w:jc w:val="left"/>
              <w:rPr>
                <w:rFonts w:ascii="Candara" w:hAnsi="Candara"/>
                <w:sz w:val="28"/>
              </w:rPr>
            </w:pPr>
          </w:p>
        </w:tc>
      </w:tr>
    </w:tbl>
    <w:p w:rsidR="001B619A" w:rsidRPr="003655A6" w:rsidRDefault="001B619A" w:rsidP="006F2AC7">
      <w:pPr>
        <w:pStyle w:val="Title"/>
        <w:tabs>
          <w:tab w:val="left" w:pos="1316"/>
        </w:tabs>
        <w:jc w:val="left"/>
        <w:rPr>
          <w:rFonts w:ascii="Candara" w:hAnsi="Candara"/>
          <w:sz w:val="28"/>
        </w:rPr>
      </w:pPr>
      <w:r>
        <w:rPr>
          <w:rFonts w:ascii="Candara" w:hAnsi="Candara"/>
          <w:sz w:val="28"/>
        </w:rPr>
        <w:br w:type="page"/>
      </w:r>
    </w:p>
    <w:tbl>
      <w:tblPr>
        <w:tblW w:w="0" w:type="auto"/>
        <w:tblLook w:val="00BF"/>
      </w:tblPr>
      <w:tblGrid>
        <w:gridCol w:w="11016"/>
      </w:tblGrid>
      <w:tr w:rsidR="001B619A" w:rsidRPr="00F23517" w:rsidTr="00F23517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1B619A" w:rsidRPr="00F23517" w:rsidRDefault="001B619A" w:rsidP="00E367A4">
            <w:pPr>
              <w:pStyle w:val="SectionHead-Table"/>
              <w:rPr>
                <w:color w:val="FFFFFF"/>
              </w:rPr>
            </w:pPr>
            <w:r w:rsidRPr="00F23517">
              <w:rPr>
                <w:color w:val="FFFFFF"/>
              </w:rPr>
              <w:t>DURING READING: Section 3</w:t>
            </w:r>
          </w:p>
        </w:tc>
      </w:tr>
      <w:tr w:rsidR="001B619A" w:rsidRPr="00F23517" w:rsidTr="00F23517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1B619A" w:rsidRPr="00F23517" w:rsidTr="00F23517">
              <w:tc>
                <w:tcPr>
                  <w:tcW w:w="8730" w:type="dxa"/>
                </w:tcPr>
                <w:p w:rsidR="001B619A" w:rsidRPr="00F23517" w:rsidRDefault="001B619A" w:rsidP="00F23517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F23517">
                    <w:rPr>
                      <w:rStyle w:val="FrizBoldLead-in"/>
                    </w:rPr>
                    <w:t>Clunks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F23517">
                  <w:pPr>
                    <w:spacing w:after="24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  <w:r w:rsidRPr="00F23517">
                    <w:rPr>
                      <w:rStyle w:val="FrizBoldLead-in"/>
                    </w:rPr>
                    <w:t>Gist:</w:t>
                  </w: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</w:p>
                <w:p w:rsidR="001B619A" w:rsidRPr="00F23517" w:rsidRDefault="001B619A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1B619A" w:rsidRPr="00F23517" w:rsidRDefault="001B619A" w:rsidP="00F23517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F23517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1B619A" w:rsidRPr="00F23517" w:rsidRDefault="001B619A" w:rsidP="00F23517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  <w:p w:rsidR="001B619A" w:rsidRPr="00F23517" w:rsidRDefault="001B619A" w:rsidP="00F23517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  <w:p w:rsidR="001B619A" w:rsidRPr="00F23517" w:rsidRDefault="001B619A" w:rsidP="00F23517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F23517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1B619A" w:rsidRPr="00F23517" w:rsidRDefault="001B619A" w:rsidP="00F23517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1B619A" w:rsidRPr="00F23517" w:rsidTr="00F23517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1B619A" w:rsidRPr="00F23517" w:rsidRDefault="001B619A" w:rsidP="00E367A4">
            <w:pPr>
              <w:pStyle w:val="SectionHead-Table"/>
              <w:rPr>
                <w:color w:val="FFFFFF"/>
              </w:rPr>
            </w:pPr>
            <w:r w:rsidRPr="00F23517">
              <w:rPr>
                <w:color w:val="FFFFFF"/>
              </w:rPr>
              <w:t>AFTER READING: Wrap-Up</w:t>
            </w:r>
          </w:p>
        </w:tc>
      </w:tr>
      <w:tr w:rsidR="001B619A" w:rsidRPr="00F23517" w:rsidTr="00F23517">
        <w:tc>
          <w:tcPr>
            <w:tcW w:w="11016" w:type="dxa"/>
          </w:tcPr>
          <w:p w:rsidR="001B619A" w:rsidRPr="00F23517" w:rsidRDefault="001B619A" w:rsidP="00F23517">
            <w:pPr>
              <w:pStyle w:val="Title"/>
              <w:spacing w:before="240"/>
              <w:ind w:left="72"/>
              <w:jc w:val="left"/>
              <w:rPr>
                <w:rStyle w:val="GaramondBody"/>
              </w:rPr>
            </w:pPr>
            <w:r w:rsidRPr="00F23517">
              <w:rPr>
                <w:rStyle w:val="FrizBoldLead-in"/>
              </w:rPr>
              <w:t>Questions:</w:t>
            </w:r>
            <w:r w:rsidRPr="00F23517">
              <w:rPr>
                <w:rFonts w:ascii="Candara" w:hAnsi="Candara"/>
                <w:sz w:val="28"/>
              </w:rPr>
              <w:t xml:space="preserve"> </w:t>
            </w:r>
            <w:r w:rsidRPr="00F23517">
              <w:rPr>
                <w:rStyle w:val="GaramondBody"/>
              </w:rPr>
              <w:t>Write questions and answers.</w:t>
            </w:r>
          </w:p>
          <w:p w:rsidR="001B619A" w:rsidRPr="00F23517" w:rsidRDefault="001B619A" w:rsidP="00F23517">
            <w:pPr>
              <w:pStyle w:val="Title"/>
              <w:spacing w:before="240"/>
              <w:jc w:val="left"/>
              <w:rPr>
                <w:rStyle w:val="GaramondBody"/>
              </w:rPr>
            </w:pPr>
            <w:r w:rsidRPr="00F23517">
              <w:rPr>
                <w:rStyle w:val="GaramondBody"/>
              </w:rPr>
              <w:t>Type 1:  _______________________________________________________________</w:t>
            </w:r>
          </w:p>
          <w:p w:rsidR="001B619A" w:rsidRPr="00F23517" w:rsidRDefault="001B619A" w:rsidP="00F23517">
            <w:pPr>
              <w:pStyle w:val="Title"/>
              <w:spacing w:before="240"/>
              <w:jc w:val="left"/>
              <w:rPr>
                <w:rStyle w:val="GaramondBody"/>
              </w:rPr>
            </w:pPr>
          </w:p>
          <w:p w:rsidR="001B619A" w:rsidRPr="00F23517" w:rsidRDefault="001B619A" w:rsidP="00F23517">
            <w:pPr>
              <w:pStyle w:val="Title"/>
              <w:spacing w:before="240"/>
              <w:jc w:val="left"/>
              <w:rPr>
                <w:rStyle w:val="GaramondBody"/>
              </w:rPr>
            </w:pPr>
            <w:r w:rsidRPr="00F23517">
              <w:rPr>
                <w:rStyle w:val="GaramondBody"/>
              </w:rPr>
              <w:t xml:space="preserve">Type 2:   _______________________________________________________________  </w:t>
            </w:r>
          </w:p>
          <w:p w:rsidR="001B619A" w:rsidRPr="00F23517" w:rsidRDefault="001B619A" w:rsidP="00F23517">
            <w:pPr>
              <w:pStyle w:val="Title"/>
              <w:spacing w:before="240"/>
              <w:jc w:val="left"/>
              <w:rPr>
                <w:rStyle w:val="GaramondBody"/>
              </w:rPr>
            </w:pPr>
            <w:r w:rsidRPr="00F23517">
              <w:rPr>
                <w:rStyle w:val="GaramondBody"/>
              </w:rPr>
              <w:t xml:space="preserve">              </w:t>
            </w:r>
          </w:p>
          <w:p w:rsidR="001B619A" w:rsidRPr="00F23517" w:rsidRDefault="001B619A" w:rsidP="00F23517">
            <w:pPr>
              <w:pStyle w:val="Title"/>
              <w:spacing w:before="240"/>
              <w:jc w:val="left"/>
              <w:rPr>
                <w:rStyle w:val="GaramondBody"/>
              </w:rPr>
            </w:pPr>
            <w:r w:rsidRPr="00F23517">
              <w:rPr>
                <w:rStyle w:val="GaramondBody"/>
              </w:rPr>
              <w:t>Type 3:   _______________________________________________________________</w:t>
            </w:r>
          </w:p>
          <w:p w:rsidR="001B619A" w:rsidRPr="00F23517" w:rsidRDefault="001B619A" w:rsidP="00F23517">
            <w:pPr>
              <w:pStyle w:val="Title"/>
              <w:spacing w:before="240"/>
              <w:jc w:val="left"/>
              <w:rPr>
                <w:rStyle w:val="GaramondBody"/>
              </w:rPr>
            </w:pPr>
            <w:r w:rsidRPr="00F23517">
              <w:rPr>
                <w:rStyle w:val="GaramondBody"/>
              </w:rPr>
              <w:t xml:space="preserve">               _______________________________________________________________</w:t>
            </w:r>
          </w:p>
          <w:p w:rsidR="001B619A" w:rsidRPr="00F23517" w:rsidRDefault="001B619A" w:rsidP="00F23517">
            <w:pPr>
              <w:pStyle w:val="Title"/>
              <w:ind w:left="1123"/>
              <w:jc w:val="left"/>
              <w:rPr>
                <w:rFonts w:ascii="Garamond" w:hAnsi="Garamond"/>
                <w:color w:val="auto"/>
                <w:sz w:val="28"/>
              </w:rPr>
            </w:pPr>
          </w:p>
          <w:p w:rsidR="001B619A" w:rsidRPr="00F23517" w:rsidRDefault="001B619A" w:rsidP="00F23517">
            <w:pPr>
              <w:pStyle w:val="Title"/>
              <w:spacing w:before="240"/>
              <w:ind w:left="72"/>
              <w:jc w:val="left"/>
              <w:rPr>
                <w:rStyle w:val="GaramondBody"/>
              </w:rPr>
            </w:pPr>
            <w:r w:rsidRPr="00F23517">
              <w:rPr>
                <w:rStyle w:val="FrizBoldLead-in"/>
              </w:rPr>
              <w:t>Review:</w:t>
            </w:r>
            <w:r w:rsidRPr="00F23517">
              <w:rPr>
                <w:rFonts w:ascii="Candara" w:hAnsi="Candara"/>
                <w:sz w:val="28"/>
              </w:rPr>
              <w:t xml:space="preserve"> </w:t>
            </w:r>
            <w:r w:rsidRPr="00F23517">
              <w:rPr>
                <w:rStyle w:val="GaramondBody"/>
              </w:rPr>
              <w:t xml:space="preserve">Write one or two of the most important ideas in this passage. </w:t>
            </w:r>
          </w:p>
          <w:p w:rsidR="001B619A" w:rsidRPr="00F23517" w:rsidRDefault="001B619A" w:rsidP="00F23517">
            <w:pPr>
              <w:pStyle w:val="Title"/>
              <w:jc w:val="left"/>
              <w:rPr>
                <w:rStyle w:val="GaramondBody"/>
              </w:rPr>
            </w:pPr>
            <w:r w:rsidRPr="00F23517">
              <w:rPr>
                <w:rStyle w:val="GaramondBody"/>
              </w:rPr>
              <w:t>Be prepared to justify your ideas.</w:t>
            </w:r>
          </w:p>
          <w:p w:rsidR="001B619A" w:rsidRPr="00F23517" w:rsidRDefault="001B619A" w:rsidP="00F23517">
            <w:pPr>
              <w:pStyle w:val="Title"/>
              <w:jc w:val="left"/>
              <w:rPr>
                <w:rStyle w:val="GaramondBody"/>
              </w:rPr>
            </w:pPr>
          </w:p>
          <w:p w:rsidR="001B619A" w:rsidRPr="00F23517" w:rsidRDefault="001B619A" w:rsidP="00F23517">
            <w:pPr>
              <w:pStyle w:val="Title"/>
              <w:jc w:val="left"/>
              <w:rPr>
                <w:rStyle w:val="GaramondBody"/>
              </w:rPr>
            </w:pPr>
          </w:p>
          <w:p w:rsidR="001B619A" w:rsidRPr="00F23517" w:rsidRDefault="001B619A" w:rsidP="00F23517">
            <w:pPr>
              <w:pStyle w:val="Title"/>
              <w:jc w:val="left"/>
              <w:rPr>
                <w:rStyle w:val="GaramondBody"/>
              </w:rPr>
            </w:pPr>
          </w:p>
          <w:p w:rsidR="001B619A" w:rsidRPr="00F23517" w:rsidRDefault="001B619A" w:rsidP="00F23517">
            <w:pPr>
              <w:pStyle w:val="Title"/>
              <w:jc w:val="left"/>
              <w:rPr>
                <w:rStyle w:val="GaramondBody"/>
              </w:rPr>
            </w:pPr>
          </w:p>
          <w:p w:rsidR="001B619A" w:rsidRPr="00F23517" w:rsidRDefault="001B619A" w:rsidP="00F23517">
            <w:pPr>
              <w:pStyle w:val="Title"/>
              <w:jc w:val="left"/>
              <w:rPr>
                <w:rStyle w:val="GaramondBody"/>
              </w:rPr>
            </w:pPr>
          </w:p>
          <w:p w:rsidR="001B619A" w:rsidRPr="00F23517" w:rsidRDefault="001B619A" w:rsidP="00F23517">
            <w:pPr>
              <w:pStyle w:val="Title"/>
              <w:jc w:val="left"/>
              <w:rPr>
                <w:rStyle w:val="GaramondBody"/>
              </w:rPr>
            </w:pPr>
          </w:p>
          <w:p w:rsidR="001B619A" w:rsidRPr="00F23517" w:rsidRDefault="001B619A" w:rsidP="00F23517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</w:tbl>
    <w:p w:rsidR="001B619A" w:rsidRPr="003655A6" w:rsidRDefault="001B619A" w:rsidP="00DC23C7">
      <w:pPr>
        <w:pStyle w:val="Title"/>
        <w:tabs>
          <w:tab w:val="left" w:pos="1316"/>
        </w:tabs>
        <w:spacing w:after="450"/>
        <w:jc w:val="left"/>
        <w:rPr>
          <w:rFonts w:ascii="Candara" w:hAnsi="Candara"/>
          <w:sz w:val="28"/>
        </w:rPr>
      </w:pPr>
    </w:p>
    <w:sectPr w:rsidR="001B619A" w:rsidRPr="003655A6" w:rsidSect="00F219C0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19A" w:rsidRDefault="001B619A" w:rsidP="00E3464E">
      <w:r>
        <w:separator/>
      </w:r>
    </w:p>
  </w:endnote>
  <w:endnote w:type="continuationSeparator" w:id="1">
    <w:p w:rsidR="001B619A" w:rsidRDefault="001B619A" w:rsidP="00E34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9A" w:rsidRDefault="001B619A" w:rsidP="00B3591A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9A" w:rsidRDefault="001B619A" w:rsidP="00B3591A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:rsidR="001B619A" w:rsidRPr="00F219C0" w:rsidRDefault="001B619A" w:rsidP="00F219C0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19A" w:rsidRDefault="001B619A" w:rsidP="00E3464E">
      <w:r>
        <w:separator/>
      </w:r>
    </w:p>
  </w:footnote>
  <w:footnote w:type="continuationSeparator" w:id="1">
    <w:p w:rsidR="001B619A" w:rsidRDefault="001B619A" w:rsidP="00E346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964"/>
    <w:rsid w:val="00006A6A"/>
    <w:rsid w:val="00017531"/>
    <w:rsid w:val="000E1475"/>
    <w:rsid w:val="0019203D"/>
    <w:rsid w:val="0019608A"/>
    <w:rsid w:val="001B619A"/>
    <w:rsid w:val="00210AFA"/>
    <w:rsid w:val="00305794"/>
    <w:rsid w:val="003655A6"/>
    <w:rsid w:val="00587C01"/>
    <w:rsid w:val="005B240D"/>
    <w:rsid w:val="00631A59"/>
    <w:rsid w:val="00661511"/>
    <w:rsid w:val="006C0FF1"/>
    <w:rsid w:val="006F2AC7"/>
    <w:rsid w:val="007B698D"/>
    <w:rsid w:val="00812B8D"/>
    <w:rsid w:val="00900C44"/>
    <w:rsid w:val="009D5CA2"/>
    <w:rsid w:val="00A330C6"/>
    <w:rsid w:val="00A37130"/>
    <w:rsid w:val="00A41E71"/>
    <w:rsid w:val="00A66964"/>
    <w:rsid w:val="00AB5FCD"/>
    <w:rsid w:val="00B3591A"/>
    <w:rsid w:val="00BD101D"/>
    <w:rsid w:val="00C37B28"/>
    <w:rsid w:val="00C37F05"/>
    <w:rsid w:val="00D2653D"/>
    <w:rsid w:val="00D3449A"/>
    <w:rsid w:val="00DC23C7"/>
    <w:rsid w:val="00E3464E"/>
    <w:rsid w:val="00E367A4"/>
    <w:rsid w:val="00E37B34"/>
    <w:rsid w:val="00E81B69"/>
    <w:rsid w:val="00ED0D64"/>
    <w:rsid w:val="00EF0022"/>
    <w:rsid w:val="00F219C0"/>
    <w:rsid w:val="00F23517"/>
    <w:rsid w:val="00F95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00C44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900C44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66151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7B698D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A330C6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F95E7B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B3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59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3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591A"/>
    <w:rPr>
      <w:rFonts w:cs="Times New Roman"/>
    </w:rPr>
  </w:style>
  <w:style w:type="character" w:styleId="PageNumber">
    <w:name w:val="page number"/>
    <w:basedOn w:val="DefaultParagraphFont"/>
    <w:uiPriority w:val="99"/>
    <w:rsid w:val="00B3591A"/>
    <w:rPr>
      <w:rFonts w:cs="Times New Roman"/>
    </w:rPr>
  </w:style>
  <w:style w:type="paragraph" w:customStyle="1" w:styleId="NewFooter">
    <w:name w:val="New Footer"/>
    <w:uiPriority w:val="99"/>
    <w:rsid w:val="00B3591A"/>
    <w:pPr>
      <w:jc w:val="center"/>
    </w:pPr>
    <w:rPr>
      <w:rFonts w:ascii="Garamond" w:hAnsi="Garamond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251</Words>
  <Characters>1435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CSR Learning Log  for Informational Text</dc:title>
  <dc:subject/>
  <dc:creator>Jennifer Geraci</dc:creator>
  <cp:keywords/>
  <dc:description/>
  <cp:lastModifiedBy>PISD</cp:lastModifiedBy>
  <cp:revision>2</cp:revision>
  <dcterms:created xsi:type="dcterms:W3CDTF">2010-09-21T17:59:00Z</dcterms:created>
  <dcterms:modified xsi:type="dcterms:W3CDTF">2010-09-21T17:59:00Z</dcterms:modified>
</cp:coreProperties>
</file>